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524F9A">
      <w:pPr>
        <w:pStyle w:val="Titel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13DC738D" wp14:editId="0B49AA5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:rsidR="000C1EB8" w:rsidRPr="00F834DE" w:rsidRDefault="006C2D1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47AD2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6C2D1E">
        <w:rPr>
          <w:rFonts w:ascii="Arial Narrow" w:hAnsi="Arial Narrow"/>
          <w:sz w:val="22"/>
          <w:lang w:val="de-DE"/>
        </w:rPr>
        <w:t>24</w:t>
      </w:r>
      <w:r w:rsidR="00E578FE">
        <w:rPr>
          <w:rFonts w:ascii="Arial Narrow" w:hAnsi="Arial Narrow"/>
          <w:sz w:val="22"/>
          <w:lang w:val="de-DE"/>
        </w:rPr>
        <w:t>.0</w:t>
      </w:r>
      <w:r w:rsidR="00442938">
        <w:rPr>
          <w:rFonts w:ascii="Arial Narrow" w:hAnsi="Arial Narrow"/>
          <w:sz w:val="22"/>
          <w:lang w:val="de-DE"/>
        </w:rPr>
        <w:t>4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911933" w:rsidRDefault="00947AD2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</w:t>
      </w:r>
      <w:r w:rsidR="00911933" w:rsidRPr="00911933">
        <w:rPr>
          <w:rFonts w:ascii="Arial Narrow" w:hAnsi="Arial Narrow"/>
          <w:sz w:val="22"/>
          <w:lang w:val="de-DE"/>
        </w:rPr>
        <w:t xml:space="preserve"> Protokoll</w:t>
      </w:r>
      <w:r>
        <w:rPr>
          <w:rFonts w:ascii="Arial Narrow" w:hAnsi="Arial Narrow"/>
          <w:sz w:val="22"/>
          <w:lang w:val="de-DE"/>
        </w:rPr>
        <w:t>e</w:t>
      </w:r>
    </w:p>
    <w:p w:rsidR="00032048" w:rsidRDefault="00032048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0E53C4" w:rsidRDefault="000E53C4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Politik-Referat (Johannes/Philipp)</w:t>
      </w:r>
    </w:p>
    <w:p w:rsidR="000E53C4" w:rsidRDefault="000E53C4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Cafete (Ben)</w:t>
      </w:r>
    </w:p>
    <w:p w:rsidR="00DD30E0" w:rsidRDefault="00DD30E0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Artikel WING Erstiparty oder Gremien (Fleig)</w:t>
      </w:r>
    </w:p>
    <w:p w:rsidR="00032048" w:rsidRDefault="00032048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Wahllisten (Matze)</w:t>
      </w:r>
    </w:p>
    <w:p w:rsidR="00AA54B1" w:rsidRDefault="00AA54B1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(Suske)</w:t>
      </w:r>
    </w:p>
    <w:p w:rsidR="00F41748" w:rsidRDefault="00F41748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AFD Anfrage</w:t>
      </w:r>
    </w:p>
    <w:p w:rsidR="00FD2BD0" w:rsidRDefault="00032048" w:rsidP="00F41748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Bilanz der Erstiparty (Alex)</w:t>
      </w:r>
    </w:p>
    <w:p w:rsidR="00E3298C" w:rsidRPr="00F41748" w:rsidRDefault="00E3298C" w:rsidP="00F41748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Start w:id="0" w:name="_GoBack"/>
      <w:bookmarkEnd w:id="0"/>
    </w:p>
    <w:sectPr w:rsidR="00E3298C" w:rsidRPr="00F41748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3298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9525EF"/>
    <w:multiLevelType w:val="hybridMultilevel"/>
    <w:tmpl w:val="D6DC68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0582"/>
    <w:rsid w:val="0002171F"/>
    <w:rsid w:val="000243CF"/>
    <w:rsid w:val="00032048"/>
    <w:rsid w:val="0003734E"/>
    <w:rsid w:val="000459F9"/>
    <w:rsid w:val="00051CF4"/>
    <w:rsid w:val="00052A2E"/>
    <w:rsid w:val="00063E3E"/>
    <w:rsid w:val="000755CE"/>
    <w:rsid w:val="00086524"/>
    <w:rsid w:val="00094624"/>
    <w:rsid w:val="000973A0"/>
    <w:rsid w:val="000A4FD2"/>
    <w:rsid w:val="000A7B2C"/>
    <w:rsid w:val="000B1F3F"/>
    <w:rsid w:val="000B2E2D"/>
    <w:rsid w:val="000B7D99"/>
    <w:rsid w:val="000C1EB8"/>
    <w:rsid w:val="000C2A6E"/>
    <w:rsid w:val="000D74D9"/>
    <w:rsid w:val="000E53C4"/>
    <w:rsid w:val="00103636"/>
    <w:rsid w:val="0011608E"/>
    <w:rsid w:val="001364FA"/>
    <w:rsid w:val="0014473D"/>
    <w:rsid w:val="00144E86"/>
    <w:rsid w:val="00186A25"/>
    <w:rsid w:val="001A3DA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458D5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186"/>
    <w:rsid w:val="00441B0C"/>
    <w:rsid w:val="00442938"/>
    <w:rsid w:val="004434A9"/>
    <w:rsid w:val="004452A0"/>
    <w:rsid w:val="0048034C"/>
    <w:rsid w:val="00487AF4"/>
    <w:rsid w:val="004C370A"/>
    <w:rsid w:val="004D1F62"/>
    <w:rsid w:val="004E73C0"/>
    <w:rsid w:val="00501683"/>
    <w:rsid w:val="00501BD9"/>
    <w:rsid w:val="005066BF"/>
    <w:rsid w:val="00524F9A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2D1E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4413A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3F32"/>
    <w:rsid w:val="008743D8"/>
    <w:rsid w:val="00881900"/>
    <w:rsid w:val="008C250E"/>
    <w:rsid w:val="008D16EC"/>
    <w:rsid w:val="008D2BDB"/>
    <w:rsid w:val="008F7364"/>
    <w:rsid w:val="008F780F"/>
    <w:rsid w:val="00911933"/>
    <w:rsid w:val="0092247F"/>
    <w:rsid w:val="0092701A"/>
    <w:rsid w:val="00927544"/>
    <w:rsid w:val="009301A0"/>
    <w:rsid w:val="00937828"/>
    <w:rsid w:val="00947AD2"/>
    <w:rsid w:val="009569A4"/>
    <w:rsid w:val="009757B0"/>
    <w:rsid w:val="009906B7"/>
    <w:rsid w:val="009B7B2F"/>
    <w:rsid w:val="009D2F10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A54B1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A6E79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D30E0"/>
    <w:rsid w:val="00DE1988"/>
    <w:rsid w:val="00DE1F6C"/>
    <w:rsid w:val="00DE2509"/>
    <w:rsid w:val="00E06528"/>
    <w:rsid w:val="00E1673A"/>
    <w:rsid w:val="00E1764A"/>
    <w:rsid w:val="00E206F4"/>
    <w:rsid w:val="00E23EB0"/>
    <w:rsid w:val="00E3298C"/>
    <w:rsid w:val="00E36789"/>
    <w:rsid w:val="00E50BAF"/>
    <w:rsid w:val="00E52891"/>
    <w:rsid w:val="00E578FE"/>
    <w:rsid w:val="00E6686E"/>
    <w:rsid w:val="00E66A27"/>
    <w:rsid w:val="00E81129"/>
    <w:rsid w:val="00E81768"/>
    <w:rsid w:val="00E90352"/>
    <w:rsid w:val="00E96C36"/>
    <w:rsid w:val="00E97E93"/>
    <w:rsid w:val="00EA30A5"/>
    <w:rsid w:val="00EB31F2"/>
    <w:rsid w:val="00EB4143"/>
    <w:rsid w:val="00EF3CB1"/>
    <w:rsid w:val="00F15EEB"/>
    <w:rsid w:val="00F41748"/>
    <w:rsid w:val="00F6762E"/>
    <w:rsid w:val="00F834DE"/>
    <w:rsid w:val="00FA2065"/>
    <w:rsid w:val="00FC7258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paragraph" w:styleId="Listenabsatz">
    <w:name w:val="List Paragraph"/>
    <w:basedOn w:val="Standard"/>
    <w:uiPriority w:val="34"/>
    <w:qFormat/>
    <w:rsid w:val="00441186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paragraph" w:styleId="Listenabsatz">
    <w:name w:val="List Paragraph"/>
    <w:basedOn w:val="Standard"/>
    <w:uiPriority w:val="34"/>
    <w:qFormat/>
    <w:rsid w:val="0044118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Alexander Schweikert</cp:lastModifiedBy>
  <cp:revision>32</cp:revision>
  <cp:lastPrinted>2018-04-24T10:54:00Z</cp:lastPrinted>
  <dcterms:created xsi:type="dcterms:W3CDTF">2018-04-04T08:25:00Z</dcterms:created>
  <dcterms:modified xsi:type="dcterms:W3CDTF">2018-04-24T10:57:00Z</dcterms:modified>
</cp:coreProperties>
</file>